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ADD0F" w14:textId="77777777" w:rsidR="003940F4" w:rsidRDefault="003940F4" w:rsidP="003940F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nr 7/2023</w:t>
      </w:r>
    </w:p>
    <w:p w14:paraId="71DF4EBB" w14:textId="77777777" w:rsidR="003940F4" w:rsidRDefault="003940F4" w:rsidP="003940F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EDC4450" w14:textId="07F388A6" w:rsidR="003940F4" w:rsidRDefault="003940F4" w:rsidP="003940F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497256">
        <w:rPr>
          <w:rFonts w:ascii="Corbel" w:hAnsi="Corbel"/>
          <w:b/>
          <w:smallCaps/>
          <w:sz w:val="24"/>
          <w:szCs w:val="24"/>
        </w:rPr>
        <w:t>7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497256">
        <w:rPr>
          <w:rFonts w:ascii="Corbel" w:hAnsi="Corbel"/>
          <w:b/>
          <w:smallCaps/>
          <w:sz w:val="24"/>
          <w:szCs w:val="24"/>
        </w:rPr>
        <w:t>8</w:t>
      </w:r>
    </w:p>
    <w:p w14:paraId="03356597" w14:textId="77777777" w:rsidR="003940F4" w:rsidRDefault="003940F4" w:rsidP="003940F4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2CA29B3" w14:textId="73E90FD0" w:rsidR="003940F4" w:rsidRDefault="003940F4" w:rsidP="003940F4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497256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497256">
        <w:rPr>
          <w:rFonts w:ascii="Corbel" w:hAnsi="Corbel"/>
          <w:sz w:val="20"/>
          <w:szCs w:val="20"/>
        </w:rPr>
        <w:t>7</w:t>
      </w:r>
    </w:p>
    <w:p w14:paraId="796C3B9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914AB7" w14:textId="77777777" w:rsidTr="37BB2509">
        <w:tc>
          <w:tcPr>
            <w:tcW w:w="2694" w:type="dxa"/>
            <w:vAlign w:val="center"/>
          </w:tcPr>
          <w:p w14:paraId="4838373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FAA83DC" w14:textId="2A52F1F0" w:rsidR="0085747A" w:rsidRPr="009C54AE" w:rsidRDefault="4CC6CB13" w:rsidP="37BB2509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37BB2509">
              <w:rPr>
                <w:rFonts w:ascii="Corbel" w:hAnsi="Corbel"/>
                <w:bCs/>
                <w:sz w:val="24"/>
                <w:szCs w:val="24"/>
              </w:rPr>
              <w:t xml:space="preserve">Migracje międzynarodowe </w:t>
            </w:r>
          </w:p>
        </w:tc>
      </w:tr>
      <w:tr w:rsidR="0085747A" w:rsidRPr="009C54AE" w14:paraId="6C0BFE19" w14:textId="77777777" w:rsidTr="37BB2509">
        <w:tc>
          <w:tcPr>
            <w:tcW w:w="2694" w:type="dxa"/>
            <w:vAlign w:val="center"/>
          </w:tcPr>
          <w:p w14:paraId="4FEC265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88E6D3" w14:textId="76DB29C7" w:rsidR="0085747A" w:rsidRPr="009C54AE" w:rsidRDefault="00A07A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MK_47</w:t>
            </w:r>
          </w:p>
        </w:tc>
      </w:tr>
      <w:tr w:rsidR="00497256" w:rsidRPr="009C54AE" w14:paraId="27F87518" w14:textId="77777777" w:rsidTr="000C2BF7">
        <w:tc>
          <w:tcPr>
            <w:tcW w:w="2694" w:type="dxa"/>
            <w:vAlign w:val="center"/>
          </w:tcPr>
          <w:p w14:paraId="231FEFEF" w14:textId="77777777" w:rsidR="00497256" w:rsidRPr="009C54AE" w:rsidRDefault="00497256" w:rsidP="0049725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14:paraId="1B445834" w14:textId="797DD0E9" w:rsidR="00497256" w:rsidRPr="00497256" w:rsidRDefault="00497256" w:rsidP="004972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97256">
              <w:rPr>
                <w:rFonts w:ascii="Corbel" w:hAnsi="Corbel"/>
                <w:b w:val="0"/>
                <w:bCs/>
                <w:sz w:val="24"/>
                <w:szCs w:val="24"/>
              </w:rPr>
              <w:t>Wydział Nauk Społecznych</w:t>
            </w:r>
          </w:p>
        </w:tc>
      </w:tr>
      <w:tr w:rsidR="00497256" w:rsidRPr="009C54AE" w14:paraId="79E9A7FD" w14:textId="77777777" w:rsidTr="000C2BF7">
        <w:tc>
          <w:tcPr>
            <w:tcW w:w="2694" w:type="dxa"/>
            <w:vAlign w:val="center"/>
          </w:tcPr>
          <w:p w14:paraId="01B0E806" w14:textId="77777777" w:rsidR="00497256" w:rsidRPr="009C54AE" w:rsidRDefault="00497256" w:rsidP="0049725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7AC1DA89" w14:textId="0B486F96" w:rsidR="00497256" w:rsidRPr="00497256" w:rsidRDefault="00497256" w:rsidP="004972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97256">
              <w:rPr>
                <w:rFonts w:ascii="Corbel" w:hAnsi="Corbel"/>
                <w:b w:val="0"/>
                <w:bCs/>
                <w:sz w:val="24"/>
                <w:szCs w:val="24"/>
              </w:rPr>
              <w:t>Instytut Nauk o Polityce i Bezpieczeństwie</w:t>
            </w:r>
          </w:p>
        </w:tc>
      </w:tr>
      <w:tr w:rsidR="0085747A" w:rsidRPr="009C54AE" w14:paraId="6C2C111A" w14:textId="77777777" w:rsidTr="37BB2509">
        <w:tc>
          <w:tcPr>
            <w:tcW w:w="2694" w:type="dxa"/>
            <w:vAlign w:val="center"/>
          </w:tcPr>
          <w:p w14:paraId="13DE8D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DA98FD" w14:textId="74150371" w:rsidR="0085747A" w:rsidRPr="009C54AE" w:rsidRDefault="007143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7AEF5015" w14:textId="77777777" w:rsidTr="37BB2509">
        <w:tc>
          <w:tcPr>
            <w:tcW w:w="2694" w:type="dxa"/>
            <w:vAlign w:val="center"/>
          </w:tcPr>
          <w:p w14:paraId="7199019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5DDD98A" w14:textId="37AC77A7" w:rsidR="0085747A" w:rsidRPr="009C54AE" w:rsidRDefault="009535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53777154" w14:textId="77777777" w:rsidTr="37BB2509">
        <w:tc>
          <w:tcPr>
            <w:tcW w:w="2694" w:type="dxa"/>
            <w:vAlign w:val="center"/>
          </w:tcPr>
          <w:p w14:paraId="49E024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6E03C56" w14:textId="3EA7E90B" w:rsidR="0085747A" w:rsidRPr="009C54AE" w:rsidRDefault="00A07A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D6B00BC" w14:textId="77777777" w:rsidTr="37BB2509">
        <w:tc>
          <w:tcPr>
            <w:tcW w:w="2694" w:type="dxa"/>
            <w:vAlign w:val="center"/>
          </w:tcPr>
          <w:p w14:paraId="284385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15D9006" w14:textId="71A71682" w:rsidR="0085747A" w:rsidRPr="009C54AE" w:rsidRDefault="00FD14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07A6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D178A54" w14:textId="77777777" w:rsidTr="37BB2509">
        <w:tc>
          <w:tcPr>
            <w:tcW w:w="2694" w:type="dxa"/>
            <w:vAlign w:val="center"/>
          </w:tcPr>
          <w:p w14:paraId="4D07FB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56701B" w14:textId="19497E9C" w:rsidR="0085747A" w:rsidRPr="009C54AE" w:rsidRDefault="001F65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745B"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  <w:r w:rsidR="00C43F7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1D745B">
              <w:rPr>
                <w:rFonts w:ascii="Corbel" w:hAnsi="Corbel"/>
                <w:b w:val="0"/>
                <w:sz w:val="24"/>
                <w:szCs w:val="24"/>
              </w:rPr>
              <w:t xml:space="preserve"> III </w:t>
            </w:r>
          </w:p>
        </w:tc>
      </w:tr>
      <w:tr w:rsidR="0085747A" w:rsidRPr="009C54AE" w14:paraId="625E6918" w14:textId="77777777" w:rsidTr="37BB2509">
        <w:tc>
          <w:tcPr>
            <w:tcW w:w="2694" w:type="dxa"/>
            <w:vAlign w:val="center"/>
          </w:tcPr>
          <w:p w14:paraId="0B22C6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2624CB" w14:textId="55E0DDD6" w:rsidR="0085747A" w:rsidRPr="009C54AE" w:rsidRDefault="00332E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01590582" w14:textId="77777777" w:rsidTr="37BB2509">
        <w:tc>
          <w:tcPr>
            <w:tcW w:w="2694" w:type="dxa"/>
            <w:vAlign w:val="center"/>
          </w:tcPr>
          <w:p w14:paraId="5AF2A66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E64104" w14:textId="11E11302" w:rsidR="00923D7D" w:rsidRPr="009C54AE" w:rsidRDefault="00A07A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8891356" w14:textId="77777777" w:rsidTr="37BB2509">
        <w:tc>
          <w:tcPr>
            <w:tcW w:w="2694" w:type="dxa"/>
            <w:vAlign w:val="center"/>
          </w:tcPr>
          <w:p w14:paraId="4F34F1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232682" w14:textId="4AC72881" w:rsidR="0085747A" w:rsidRPr="009C54AE" w:rsidRDefault="00A07A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Siewierska-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Chmaj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A07A69" w:rsidRPr="009C54AE" w14:paraId="22A9685A" w14:textId="77777777" w:rsidTr="37BB2509">
        <w:tc>
          <w:tcPr>
            <w:tcW w:w="2694" w:type="dxa"/>
            <w:vAlign w:val="center"/>
          </w:tcPr>
          <w:p w14:paraId="0DB77002" w14:textId="77777777" w:rsidR="00A07A69" w:rsidRPr="009C54AE" w:rsidRDefault="00A07A69" w:rsidP="00A07A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50C52E" w14:textId="4419ABAB" w:rsidR="00A07A69" w:rsidRPr="009C54AE" w:rsidRDefault="00A07A69" w:rsidP="00A07A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Siewierska-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Chmaj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58151B1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BD056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A84A47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DA672F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840"/>
        <w:gridCol w:w="795"/>
        <w:gridCol w:w="1020"/>
        <w:gridCol w:w="735"/>
        <w:gridCol w:w="825"/>
        <w:gridCol w:w="720"/>
        <w:gridCol w:w="990"/>
        <w:gridCol w:w="1140"/>
        <w:gridCol w:w="1303"/>
      </w:tblGrid>
      <w:tr w:rsidR="00015B8F" w:rsidRPr="009C54AE" w14:paraId="60393627" w14:textId="77777777" w:rsidTr="37BB2509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A89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13D02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4CC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6E3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925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A41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32E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72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8B4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88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A49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96FFF2" w14:textId="77777777" w:rsidTr="37BB2509">
        <w:trPr>
          <w:trHeight w:val="453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5375" w14:textId="5F434CEB" w:rsidR="00015B8F" w:rsidRPr="009C54AE" w:rsidRDefault="00CA08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  <w:r w:rsidR="00AA112B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168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DF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C4F8" w14:textId="1919301F" w:rsidR="00015B8F" w:rsidRPr="009C54AE" w:rsidRDefault="00BE42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A082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C21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84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FF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6E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110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E5385" w14:textId="57752597" w:rsidR="00015B8F" w:rsidRPr="009C54AE" w:rsidRDefault="00CA08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142169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FE2F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37FF885A">
        <w:rPr>
          <w:rFonts w:ascii="Corbel" w:hAnsi="Corbel"/>
          <w:smallCaps w:val="0"/>
        </w:rPr>
        <w:t>1.</w:t>
      </w:r>
      <w:r w:rsidR="00E22FBC" w:rsidRPr="37FF885A">
        <w:rPr>
          <w:rFonts w:ascii="Corbel" w:hAnsi="Corbel"/>
          <w:smallCaps w:val="0"/>
        </w:rPr>
        <w:t>2</w:t>
      </w:r>
      <w:r w:rsidR="00F83B28" w:rsidRPr="37FF885A">
        <w:rPr>
          <w:rFonts w:ascii="Corbel" w:hAnsi="Corbel"/>
          <w:smallCaps w:val="0"/>
        </w:rPr>
        <w:t>.</w:t>
      </w:r>
      <w:r>
        <w:tab/>
      </w:r>
      <w:r w:rsidRPr="37FF885A">
        <w:rPr>
          <w:rFonts w:ascii="Corbel" w:hAnsi="Corbel"/>
          <w:smallCaps w:val="0"/>
        </w:rPr>
        <w:t xml:space="preserve">Sposób realizacji zajęć  </w:t>
      </w:r>
    </w:p>
    <w:p w14:paraId="18FC15CD" w14:textId="6B3C6B03" w:rsidR="37FF885A" w:rsidRDefault="37FF885A" w:rsidP="37FF885A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u w:val="single"/>
        </w:rPr>
      </w:pPr>
    </w:p>
    <w:p w14:paraId="2D6F2698" w14:textId="77777777" w:rsidR="0085747A" w:rsidRPr="00A07A6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07A69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A07A69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C286A9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58CEB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420137" w14:textId="3E142B35" w:rsidR="00E22FBC" w:rsidRPr="009C54AE" w:rsidRDefault="00E22FBC" w:rsidP="37FF885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7FF885A">
        <w:rPr>
          <w:rFonts w:ascii="Corbel" w:hAnsi="Corbel"/>
          <w:smallCaps w:val="0"/>
        </w:rPr>
        <w:t xml:space="preserve">1.3 </w:t>
      </w:r>
      <w:r>
        <w:tab/>
      </w:r>
      <w:r w:rsidRPr="37FF885A">
        <w:rPr>
          <w:rFonts w:ascii="Corbel" w:hAnsi="Corbel"/>
          <w:smallCaps w:val="0"/>
        </w:rPr>
        <w:t>For</w:t>
      </w:r>
      <w:r w:rsidR="00445970" w:rsidRPr="37FF885A">
        <w:rPr>
          <w:rFonts w:ascii="Corbel" w:hAnsi="Corbel"/>
          <w:smallCaps w:val="0"/>
        </w:rPr>
        <w:t>ma zaliczenia przedmiotu</w:t>
      </w:r>
      <w:r w:rsidRPr="37FF885A">
        <w:rPr>
          <w:rFonts w:ascii="Corbel" w:hAnsi="Corbel"/>
          <w:smallCaps w:val="0"/>
        </w:rPr>
        <w:t xml:space="preserve"> (z toku) </w:t>
      </w:r>
      <w:r w:rsidRPr="37FF885A">
        <w:rPr>
          <w:rFonts w:ascii="Corbel" w:hAnsi="Corbel"/>
          <w:b w:val="0"/>
          <w:smallCaps w:val="0"/>
        </w:rPr>
        <w:t>(egzamin, zaliczenie z oceną, zaliczenie bez oceny)</w:t>
      </w:r>
    </w:p>
    <w:p w14:paraId="713552B9" w14:textId="0FA2D254" w:rsidR="009C54AE" w:rsidRDefault="00A07A6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5B388C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941B9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37BB2509">
        <w:rPr>
          <w:rFonts w:ascii="Corbel" w:hAnsi="Corbel"/>
        </w:rPr>
        <w:t xml:space="preserve">2.Wymagania wstępne </w:t>
      </w:r>
    </w:p>
    <w:p w14:paraId="5D8287FF" w14:textId="4D2909AF" w:rsidR="37BB2509" w:rsidRDefault="37BB2509" w:rsidP="37BB2509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F078EE" w14:textId="77777777" w:rsidTr="37BB2509">
        <w:tc>
          <w:tcPr>
            <w:tcW w:w="9670" w:type="dxa"/>
          </w:tcPr>
          <w:p w14:paraId="68A0CD4A" w14:textId="5355A72C" w:rsidR="0085747A" w:rsidRPr="009C54AE" w:rsidRDefault="38623852" w:rsidP="37BB250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37BB2509">
              <w:rPr>
                <w:rFonts w:ascii="Corbel" w:hAnsi="Corbel"/>
                <w:b w:val="0"/>
                <w:smallCaps w:val="0"/>
                <w:color w:val="000000" w:themeColor="text1"/>
              </w:rPr>
              <w:t>brak</w:t>
            </w:r>
          </w:p>
        </w:tc>
      </w:tr>
    </w:tbl>
    <w:p w14:paraId="535C35A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865EB5" w14:textId="020463B6" w:rsidR="37BB2509" w:rsidRDefault="37BB2509" w:rsidP="37BB2509">
      <w:pPr>
        <w:pStyle w:val="Punktygwne"/>
        <w:spacing w:before="0" w:after="0"/>
        <w:rPr>
          <w:rFonts w:ascii="Corbel" w:hAnsi="Corbel"/>
        </w:rPr>
      </w:pPr>
    </w:p>
    <w:p w14:paraId="768F2BC0" w14:textId="569C3E18" w:rsidR="37BB2509" w:rsidRDefault="37BB2509" w:rsidP="37BB2509">
      <w:pPr>
        <w:pStyle w:val="Punktygwne"/>
        <w:spacing w:before="0" w:after="0"/>
        <w:rPr>
          <w:rFonts w:ascii="Corbel" w:hAnsi="Corbel"/>
        </w:rPr>
      </w:pPr>
    </w:p>
    <w:p w14:paraId="13821C03" w14:textId="6961443B" w:rsidR="0085747A" w:rsidRPr="00C05F44" w:rsidRDefault="0071620A" w:rsidP="37FF885A">
      <w:pPr>
        <w:pStyle w:val="Punktygwne"/>
        <w:spacing w:before="0" w:after="0"/>
        <w:rPr>
          <w:rFonts w:ascii="Corbel" w:hAnsi="Corbel"/>
        </w:rPr>
      </w:pPr>
      <w:r w:rsidRPr="37FF885A">
        <w:rPr>
          <w:rFonts w:ascii="Corbel" w:hAnsi="Corbel"/>
        </w:rPr>
        <w:lastRenderedPageBreak/>
        <w:t>3.</w:t>
      </w:r>
      <w:r w:rsidR="0085747A" w:rsidRPr="37FF885A">
        <w:rPr>
          <w:rFonts w:ascii="Corbel" w:hAnsi="Corbel"/>
        </w:rPr>
        <w:t xml:space="preserve"> </w:t>
      </w:r>
      <w:r w:rsidR="00A84C85" w:rsidRPr="37FF885A">
        <w:rPr>
          <w:rFonts w:ascii="Corbel" w:hAnsi="Corbel"/>
        </w:rPr>
        <w:t>cele, efekty uczenia się</w:t>
      </w:r>
      <w:r w:rsidR="0085747A" w:rsidRPr="37FF885A">
        <w:rPr>
          <w:rFonts w:ascii="Corbel" w:hAnsi="Corbel"/>
        </w:rPr>
        <w:t>, treści Programowe i stosowane metody Dydaktyczne</w:t>
      </w:r>
    </w:p>
    <w:p w14:paraId="01794D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953F8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9B30F7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DBB410A" w14:textId="77777777" w:rsidTr="37BB2509">
        <w:tc>
          <w:tcPr>
            <w:tcW w:w="851" w:type="dxa"/>
            <w:vAlign w:val="center"/>
          </w:tcPr>
          <w:p w14:paraId="1565ED8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2568F11" w14:textId="51AA5CFC" w:rsidR="0085747A" w:rsidRPr="009C54AE" w:rsidRDefault="103F5C03" w:rsidP="37BB2509">
            <w:pPr>
              <w:spacing w:after="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37BB2509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6666C4DA" w:rsidRPr="37BB2509">
              <w:rPr>
                <w:rFonts w:ascii="Corbel" w:eastAsia="Times New Roman" w:hAnsi="Corbel"/>
                <w:sz w:val="24"/>
                <w:szCs w:val="24"/>
                <w:lang w:eastAsia="pl-PL"/>
              </w:rPr>
              <w:t>apoznanie studentów z uwarunkowaniami i skutkami zjawiska migracji</w:t>
            </w:r>
            <w:r w:rsidR="7750FD42" w:rsidRPr="37BB250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międzynarodowych.</w:t>
            </w:r>
          </w:p>
        </w:tc>
      </w:tr>
      <w:tr w:rsidR="0085747A" w:rsidRPr="009C54AE" w14:paraId="2ABB5017" w14:textId="77777777" w:rsidTr="37BB2509">
        <w:tc>
          <w:tcPr>
            <w:tcW w:w="851" w:type="dxa"/>
            <w:vAlign w:val="center"/>
          </w:tcPr>
          <w:p w14:paraId="23BAE983" w14:textId="7E4A5D53" w:rsidR="0085747A" w:rsidRPr="009C54AE" w:rsidRDefault="00CE4AC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49D1F01" w14:textId="1DDC7DED" w:rsidR="0085747A" w:rsidRPr="009C54AE" w:rsidRDefault="59C17AA6" w:rsidP="37BB250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37BB2509">
              <w:rPr>
                <w:rFonts w:ascii="Corbel" w:hAnsi="Corbel"/>
                <w:b w:val="0"/>
                <w:sz w:val="24"/>
                <w:szCs w:val="24"/>
              </w:rPr>
              <w:t xml:space="preserve">Zapoznanie studentów </w:t>
            </w:r>
            <w:r w:rsidR="5E58293A" w:rsidRPr="37BB2509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4EC8EFBA" w:rsidRPr="37BB2509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5E58293A" w:rsidRPr="37BB250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2B4A72E2" w:rsidRPr="37BB2509">
              <w:rPr>
                <w:rFonts w:ascii="Corbel" w:hAnsi="Corbel"/>
                <w:b w:val="0"/>
                <w:sz w:val="24"/>
                <w:szCs w:val="24"/>
              </w:rPr>
              <w:t>zjawisk</w:t>
            </w:r>
            <w:r w:rsidR="4EC8EFBA" w:rsidRPr="37BB2509"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2B4A72E2" w:rsidRPr="37BB2509">
              <w:rPr>
                <w:rFonts w:ascii="Corbel" w:hAnsi="Corbel"/>
                <w:b w:val="0"/>
                <w:sz w:val="24"/>
                <w:szCs w:val="24"/>
              </w:rPr>
              <w:t xml:space="preserve"> polityczny</w:t>
            </w:r>
            <w:r w:rsidR="4EC8EFBA" w:rsidRPr="37BB2509">
              <w:rPr>
                <w:rFonts w:ascii="Corbel" w:hAnsi="Corbel"/>
                <w:b w:val="0"/>
                <w:sz w:val="24"/>
                <w:szCs w:val="24"/>
              </w:rPr>
              <w:t>mi, społecznymi</w:t>
            </w:r>
            <w:r w:rsidR="50B4FB94" w:rsidRPr="37BB2509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2B4A72E2" w:rsidRPr="37BB2509">
              <w:rPr>
                <w:rFonts w:ascii="Corbel" w:hAnsi="Corbel"/>
                <w:b w:val="0"/>
                <w:sz w:val="24"/>
                <w:szCs w:val="24"/>
              </w:rPr>
              <w:t>ekonomiczny</w:t>
            </w:r>
            <w:r w:rsidR="50B4FB94" w:rsidRPr="37BB2509">
              <w:rPr>
                <w:rFonts w:ascii="Corbel" w:hAnsi="Corbel"/>
                <w:b w:val="0"/>
                <w:sz w:val="24"/>
                <w:szCs w:val="24"/>
              </w:rPr>
              <w:t>mi i</w:t>
            </w:r>
            <w:r w:rsidR="0BA62F42" w:rsidRPr="37BB250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2B4A72E2" w:rsidRPr="37BB2509">
              <w:rPr>
                <w:rFonts w:ascii="Corbel" w:hAnsi="Corbel"/>
                <w:b w:val="0"/>
                <w:sz w:val="24"/>
                <w:szCs w:val="24"/>
              </w:rPr>
              <w:t>kulturowy</w:t>
            </w:r>
            <w:r w:rsidR="50B4FB94" w:rsidRPr="37BB2509">
              <w:rPr>
                <w:rFonts w:ascii="Corbel" w:hAnsi="Corbel"/>
                <w:b w:val="0"/>
                <w:sz w:val="24"/>
                <w:szCs w:val="24"/>
              </w:rPr>
              <w:t>mi związanymi z migracjami międzynarodowymi.</w:t>
            </w:r>
          </w:p>
        </w:tc>
      </w:tr>
      <w:tr w:rsidR="0085747A" w:rsidRPr="009C54AE" w14:paraId="03780E92" w14:textId="77777777" w:rsidTr="37BB2509">
        <w:tc>
          <w:tcPr>
            <w:tcW w:w="851" w:type="dxa"/>
            <w:vAlign w:val="center"/>
          </w:tcPr>
          <w:p w14:paraId="6EFC5D51" w14:textId="23B667C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F574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94D9E5" w14:textId="47A3D23A" w:rsidR="0085747A" w:rsidRPr="009C54AE" w:rsidRDefault="7F6D291B" w:rsidP="37BB250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37BB2509">
              <w:rPr>
                <w:rFonts w:ascii="Corbel" w:hAnsi="Corbel"/>
                <w:b w:val="0"/>
                <w:sz w:val="24"/>
                <w:szCs w:val="24"/>
              </w:rPr>
              <w:t>Przekazanie studentom wiedzy, umiejętności</w:t>
            </w:r>
            <w:r w:rsidR="080ED579" w:rsidRPr="37BB2509">
              <w:rPr>
                <w:rFonts w:ascii="Corbel" w:hAnsi="Corbel"/>
                <w:b w:val="0"/>
                <w:sz w:val="24"/>
                <w:szCs w:val="24"/>
              </w:rPr>
              <w:t xml:space="preserve"> oraz narzędzi koniecznych do samodzielnego analizowania i interpretowania zjawiska migracji międzynarodowych</w:t>
            </w:r>
            <w:r w:rsidR="48175353" w:rsidRPr="37BB250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FD3AB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66B9F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DF8431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6395"/>
        <w:gridCol w:w="1865"/>
      </w:tblGrid>
      <w:tr w:rsidR="0085747A" w:rsidRPr="009C54AE" w14:paraId="58ABB125" w14:textId="77777777" w:rsidTr="02266F02">
        <w:tc>
          <w:tcPr>
            <w:tcW w:w="1260" w:type="dxa"/>
            <w:vAlign w:val="center"/>
          </w:tcPr>
          <w:p w14:paraId="0832C2D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95" w:type="dxa"/>
            <w:vAlign w:val="center"/>
          </w:tcPr>
          <w:p w14:paraId="1E68904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C7326F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D4B0C0E" w14:textId="77777777" w:rsidTr="02266F02">
        <w:tc>
          <w:tcPr>
            <w:tcW w:w="1260" w:type="dxa"/>
          </w:tcPr>
          <w:p w14:paraId="4DB7AE3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95" w:type="dxa"/>
          </w:tcPr>
          <w:p w14:paraId="1AA40CD0" w14:textId="2789DF6F" w:rsidR="0085747A" w:rsidRPr="009C54AE" w:rsidRDefault="327FD410" w:rsidP="37BB250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7BB2509">
              <w:rPr>
                <w:rFonts w:ascii="Corbel" w:hAnsi="Corbel"/>
                <w:b w:val="0"/>
                <w:smallCaps w:val="0"/>
              </w:rPr>
              <w:t>Student zna i rozumie pojęcie migracji, zna ich uwarunkowania i rodzaje, a także teorie wyjaśniające procesy migracyjne</w:t>
            </w:r>
            <w:r w:rsidR="65A5A148" w:rsidRPr="37BB250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00289014" w14:textId="77777777" w:rsidR="0085747A" w:rsidRPr="00123A91" w:rsidRDefault="00166559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>K_W05</w:t>
            </w:r>
          </w:p>
          <w:p w14:paraId="228C5950" w14:textId="3F2193F1" w:rsidR="008907D1" w:rsidRPr="00123A91" w:rsidRDefault="008907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EFDF55B" w14:textId="77777777" w:rsidTr="02266F02">
        <w:tc>
          <w:tcPr>
            <w:tcW w:w="1260" w:type="dxa"/>
          </w:tcPr>
          <w:p w14:paraId="431A658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95" w:type="dxa"/>
          </w:tcPr>
          <w:p w14:paraId="66B6C4C9" w14:textId="1880FD80" w:rsidR="0085747A" w:rsidRPr="009C54AE" w:rsidRDefault="3E22246D" w:rsidP="37BB250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7BB2509">
              <w:rPr>
                <w:rFonts w:ascii="Corbel" w:hAnsi="Corbel"/>
                <w:b w:val="0"/>
                <w:smallCaps w:val="0"/>
              </w:rPr>
              <w:t>Student ma wiedzę o politycznych, ekonomicznych</w:t>
            </w:r>
            <w:r w:rsidR="122A6ECC" w:rsidRPr="37BB2509">
              <w:rPr>
                <w:rFonts w:ascii="Corbel" w:hAnsi="Corbel"/>
                <w:b w:val="0"/>
                <w:smallCaps w:val="0"/>
              </w:rPr>
              <w:t>,</w:t>
            </w:r>
            <w:r w:rsidRPr="37BB2509">
              <w:rPr>
                <w:rFonts w:ascii="Corbel" w:hAnsi="Corbel"/>
                <w:b w:val="0"/>
                <w:smallCaps w:val="0"/>
              </w:rPr>
              <w:t xml:space="preserve"> społecznych i kulturowych skutkach migracji dla stosunków międzynarodowych.</w:t>
            </w:r>
          </w:p>
        </w:tc>
        <w:tc>
          <w:tcPr>
            <w:tcW w:w="1865" w:type="dxa"/>
          </w:tcPr>
          <w:p w14:paraId="622BEF79" w14:textId="77777777" w:rsidR="0085747A" w:rsidRPr="00123A91" w:rsidRDefault="00847D08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>K_W02</w:t>
            </w:r>
          </w:p>
          <w:p w14:paraId="029D6DF8" w14:textId="77777777" w:rsidR="00CE4201" w:rsidRPr="00123A91" w:rsidRDefault="00CE420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>K_W03</w:t>
            </w:r>
          </w:p>
          <w:p w14:paraId="0CA848CF" w14:textId="3BB58701" w:rsidR="008907D1" w:rsidRPr="00123A91" w:rsidRDefault="008907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6C8688C7" w14:textId="77777777" w:rsidTr="02266F02">
        <w:tc>
          <w:tcPr>
            <w:tcW w:w="1260" w:type="dxa"/>
          </w:tcPr>
          <w:p w14:paraId="5FBA7AD3" w14:textId="1DC3A67D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74EF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395" w:type="dxa"/>
          </w:tcPr>
          <w:p w14:paraId="1006D788" w14:textId="40C8896A" w:rsidR="0085747A" w:rsidRPr="009C54AE" w:rsidRDefault="3E22246D" w:rsidP="02266F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2266F02">
              <w:rPr>
                <w:rFonts w:ascii="Corbel" w:hAnsi="Corbel"/>
                <w:b w:val="0"/>
                <w:smallCaps w:val="0"/>
              </w:rPr>
              <w:t>Student zna i rozumie uwarunkowania związane z</w:t>
            </w:r>
            <w:r w:rsidR="13EE6865" w:rsidRPr="02266F0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2266F02">
              <w:rPr>
                <w:rFonts w:ascii="Corbel" w:hAnsi="Corbel"/>
                <w:b w:val="0"/>
                <w:smallCaps w:val="0"/>
              </w:rPr>
              <w:t>działalnością instytucji państwowych i pozarządowych a</w:t>
            </w:r>
            <w:r w:rsidR="1D83B827" w:rsidRPr="02266F0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2266F02">
              <w:rPr>
                <w:rFonts w:ascii="Corbel" w:hAnsi="Corbel"/>
                <w:b w:val="0"/>
                <w:smallCaps w:val="0"/>
              </w:rPr>
              <w:t>także międzynarodowych zajmujących się migracjami międzynarodowymi.</w:t>
            </w:r>
          </w:p>
        </w:tc>
        <w:tc>
          <w:tcPr>
            <w:tcW w:w="1865" w:type="dxa"/>
          </w:tcPr>
          <w:p w14:paraId="173D08C1" w14:textId="77777777" w:rsidR="0085747A" w:rsidRPr="00123A91" w:rsidRDefault="007B778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>K_W02</w:t>
            </w:r>
          </w:p>
          <w:p w14:paraId="71873EF1" w14:textId="4BF73CA2" w:rsidR="003D4E53" w:rsidRPr="00123A91" w:rsidRDefault="003D4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3A91">
              <w:rPr>
                <w:rFonts w:ascii="Corbel" w:hAnsi="Corbel"/>
                <w:b w:val="0"/>
              </w:rPr>
              <w:t>K_W07</w:t>
            </w:r>
          </w:p>
        </w:tc>
      </w:tr>
      <w:tr w:rsidR="00074EF4" w:rsidRPr="009C54AE" w14:paraId="534177A3" w14:textId="77777777" w:rsidTr="02266F02">
        <w:tc>
          <w:tcPr>
            <w:tcW w:w="1260" w:type="dxa"/>
          </w:tcPr>
          <w:p w14:paraId="34D689B0" w14:textId="0A2F6017" w:rsidR="00074EF4" w:rsidRPr="009C54AE" w:rsidRDefault="00074EF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395" w:type="dxa"/>
          </w:tcPr>
          <w:p w14:paraId="256D01DA" w14:textId="2DCC467E" w:rsidR="00303D18" w:rsidRPr="009F4109" w:rsidRDefault="3E22246D" w:rsidP="02266F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2266F02">
              <w:rPr>
                <w:rFonts w:ascii="Corbel" w:hAnsi="Corbel"/>
                <w:b w:val="0"/>
                <w:smallCaps w:val="0"/>
              </w:rPr>
              <w:t>Student potrafi dokonać obserwacji i interpretacji zjawisk społecznych, politycznych, ekonomicznych i kulturowych odnoszących się do migracji oraz potrafi wyjaśniać relacje zachodzące między procesami migracji a podmiotami i</w:t>
            </w:r>
            <w:r w:rsidR="55876D4A" w:rsidRPr="02266F0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2266F02">
              <w:rPr>
                <w:rFonts w:ascii="Corbel" w:hAnsi="Corbel"/>
                <w:b w:val="0"/>
                <w:smallCaps w:val="0"/>
              </w:rPr>
              <w:t>strukturami państwowymi.</w:t>
            </w:r>
          </w:p>
        </w:tc>
        <w:tc>
          <w:tcPr>
            <w:tcW w:w="1865" w:type="dxa"/>
          </w:tcPr>
          <w:p w14:paraId="4B6CD4FC" w14:textId="77777777" w:rsidR="00074EF4" w:rsidRPr="00123A91" w:rsidRDefault="00195DF0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>K_W06</w:t>
            </w:r>
          </w:p>
          <w:p w14:paraId="2933ABE1" w14:textId="77777777" w:rsidR="00C000D4" w:rsidRPr="00123A91" w:rsidRDefault="00C000D4" w:rsidP="00C000D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>K_U01</w:t>
            </w:r>
          </w:p>
          <w:p w14:paraId="3E559288" w14:textId="77777777" w:rsidR="00C000D4" w:rsidRPr="00123A91" w:rsidRDefault="00C000D4" w:rsidP="00C000D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 xml:space="preserve">K_U02 </w:t>
            </w:r>
          </w:p>
          <w:p w14:paraId="73E3434B" w14:textId="77777777" w:rsidR="00C000D4" w:rsidRPr="00123A91" w:rsidRDefault="00C000D4" w:rsidP="00C000D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>K_U03</w:t>
            </w:r>
          </w:p>
          <w:p w14:paraId="47DE004B" w14:textId="77777777" w:rsidR="00C000D4" w:rsidRPr="00123A91" w:rsidRDefault="00C000D4" w:rsidP="00C000D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>K_U04</w:t>
            </w:r>
          </w:p>
          <w:p w14:paraId="51A430D1" w14:textId="2E7F5262" w:rsidR="007804F9" w:rsidRPr="00123A91" w:rsidRDefault="007804F9" w:rsidP="007804F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>K_U06</w:t>
            </w:r>
          </w:p>
          <w:p w14:paraId="61ECC4A9" w14:textId="39DBE2C6" w:rsidR="007804F9" w:rsidRPr="00123A91" w:rsidRDefault="18846B88" w:rsidP="37BB250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7BB2509">
              <w:rPr>
                <w:rFonts w:ascii="Corbel" w:hAnsi="Corbel"/>
                <w:b w:val="0"/>
              </w:rPr>
              <w:t>K_U07</w:t>
            </w:r>
          </w:p>
        </w:tc>
      </w:tr>
      <w:tr w:rsidR="00074EF4" w:rsidRPr="009C54AE" w14:paraId="024C45AE" w14:textId="77777777" w:rsidTr="02266F02">
        <w:tc>
          <w:tcPr>
            <w:tcW w:w="1260" w:type="dxa"/>
          </w:tcPr>
          <w:p w14:paraId="19208B47" w14:textId="741C8375" w:rsidR="00074EF4" w:rsidRPr="009C54AE" w:rsidRDefault="00074EF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95" w:type="dxa"/>
          </w:tcPr>
          <w:p w14:paraId="108BD945" w14:textId="5C6C20AF" w:rsidR="00074EF4" w:rsidRPr="009F4109" w:rsidRDefault="3E22246D" w:rsidP="37BB250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7BB2509">
              <w:rPr>
                <w:rFonts w:ascii="Corbel" w:hAnsi="Corbel"/>
                <w:b w:val="0"/>
                <w:smallCaps w:val="0"/>
              </w:rPr>
              <w:t xml:space="preserve">Student jest </w:t>
            </w:r>
            <w:r w:rsidR="2BEB9809" w:rsidRPr="37BB2509">
              <w:rPr>
                <w:rFonts w:ascii="Corbel" w:hAnsi="Corbel"/>
                <w:b w:val="0"/>
                <w:smallCaps w:val="0"/>
              </w:rPr>
              <w:t xml:space="preserve">merytorycznie </w:t>
            </w:r>
            <w:r w:rsidRPr="37BB2509">
              <w:rPr>
                <w:rFonts w:ascii="Corbel" w:hAnsi="Corbel"/>
                <w:b w:val="0"/>
                <w:smallCaps w:val="0"/>
              </w:rPr>
              <w:t xml:space="preserve">przygotowany do podjęcia dyskusji na tematy dotyczące migracji i stosunków między migrantami i społecznością kraju przyjmującego.  </w:t>
            </w:r>
          </w:p>
        </w:tc>
        <w:tc>
          <w:tcPr>
            <w:tcW w:w="1865" w:type="dxa"/>
          </w:tcPr>
          <w:p w14:paraId="3D831A1D" w14:textId="77777777" w:rsidR="00074EF4" w:rsidRPr="00123A91" w:rsidRDefault="00A95C4A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>K_W03</w:t>
            </w:r>
          </w:p>
          <w:p w14:paraId="5394656B" w14:textId="77777777" w:rsidR="0024121F" w:rsidRPr="00123A91" w:rsidRDefault="0024121F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>K_W04</w:t>
            </w:r>
          </w:p>
          <w:p w14:paraId="3EAC6EAC" w14:textId="77777777" w:rsidR="00A9264E" w:rsidRPr="00123A91" w:rsidRDefault="00A9264E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>K_U01</w:t>
            </w:r>
          </w:p>
          <w:p w14:paraId="0035CDF1" w14:textId="112A376D" w:rsidR="00B27378" w:rsidRPr="00123A91" w:rsidRDefault="00B27378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 xml:space="preserve">K_U02 </w:t>
            </w:r>
          </w:p>
          <w:p w14:paraId="2E078E21" w14:textId="77777777" w:rsidR="00B27378" w:rsidRPr="00123A91" w:rsidRDefault="00B27378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>K_U03</w:t>
            </w:r>
          </w:p>
          <w:p w14:paraId="4841D49F" w14:textId="786B3453" w:rsidR="00B27378" w:rsidRPr="00123A91" w:rsidRDefault="00B27378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>K_U04</w:t>
            </w:r>
          </w:p>
          <w:p w14:paraId="2086A2D8" w14:textId="77777777" w:rsidR="007804F9" w:rsidRPr="00123A91" w:rsidRDefault="007804F9" w:rsidP="007804F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23A91">
              <w:rPr>
                <w:rFonts w:ascii="Corbel" w:hAnsi="Corbel"/>
                <w:b w:val="0"/>
              </w:rPr>
              <w:t>K_U06</w:t>
            </w:r>
          </w:p>
          <w:p w14:paraId="601AE190" w14:textId="4AE109FD" w:rsidR="007804F9" w:rsidRPr="00123A91" w:rsidRDefault="007804F9" w:rsidP="00123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3A91">
              <w:rPr>
                <w:rFonts w:ascii="Corbel" w:hAnsi="Corbel"/>
                <w:b w:val="0"/>
              </w:rPr>
              <w:t>K_U07</w:t>
            </w:r>
          </w:p>
        </w:tc>
      </w:tr>
    </w:tbl>
    <w:p w14:paraId="003A23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2DECDC" w14:textId="1EFA15D2" w:rsidR="37FF885A" w:rsidRDefault="37FF885A" w:rsidP="37FF885A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2CDE8B62" w14:textId="7704EE64" w:rsidR="37FF885A" w:rsidRDefault="37FF885A" w:rsidP="37FF885A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516D93B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3C8B72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62691E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F603B7" w14:textId="77777777" w:rsidTr="37FF885A">
        <w:tc>
          <w:tcPr>
            <w:tcW w:w="9520" w:type="dxa"/>
          </w:tcPr>
          <w:p w14:paraId="40B8432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3B11F9B" w14:textId="77777777" w:rsidTr="37FF885A">
        <w:tc>
          <w:tcPr>
            <w:tcW w:w="9520" w:type="dxa"/>
          </w:tcPr>
          <w:p w14:paraId="33F972AD" w14:textId="2DD52840" w:rsidR="0085747A" w:rsidRPr="00C655FD" w:rsidRDefault="5835A8DA" w:rsidP="00F02AE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37FF885A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4B3B14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A4A65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</w:t>
      </w:r>
      <w:r w:rsidRPr="005540AC">
        <w:rPr>
          <w:rFonts w:ascii="Corbel" w:hAnsi="Corbel"/>
          <w:sz w:val="24"/>
          <w:szCs w:val="24"/>
          <w:u w:val="single"/>
        </w:rPr>
        <w:t>konwersatoryjnych</w:t>
      </w:r>
      <w:r w:rsidRPr="009C54AE">
        <w:rPr>
          <w:rFonts w:ascii="Corbel" w:hAnsi="Corbel"/>
          <w:sz w:val="24"/>
          <w:szCs w:val="24"/>
        </w:rPr>
        <w:t>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38F391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0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5"/>
      </w:tblGrid>
      <w:tr w:rsidR="0085747A" w:rsidRPr="009C54AE" w14:paraId="12F7DE5F" w14:textId="77777777" w:rsidTr="02266F02">
        <w:tc>
          <w:tcPr>
            <w:tcW w:w="9045" w:type="dxa"/>
          </w:tcPr>
          <w:p w14:paraId="288F0D2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818A6AB" w14:textId="77777777" w:rsidTr="02266F02">
        <w:tc>
          <w:tcPr>
            <w:tcW w:w="9045" w:type="dxa"/>
          </w:tcPr>
          <w:p w14:paraId="52C97347" w14:textId="77777777" w:rsidR="005540AC" w:rsidRPr="00971216" w:rsidRDefault="1042CFC6" w:rsidP="37FF885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37FF885A">
              <w:rPr>
                <w:rFonts w:ascii="Corbel" w:hAnsi="Corbel"/>
                <w:sz w:val="24"/>
                <w:szCs w:val="24"/>
              </w:rPr>
              <w:t>Podstawowe pojęcia związane z migracjami międzynarodowymi.</w:t>
            </w:r>
          </w:p>
          <w:p w14:paraId="15585C9D" w14:textId="77777777" w:rsidR="005540AC" w:rsidRPr="00971216" w:rsidRDefault="005540AC" w:rsidP="37FF885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79E5A323" w14:textId="77777777" w:rsidR="005540AC" w:rsidRDefault="1042CFC6" w:rsidP="37FF885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37FF885A">
              <w:rPr>
                <w:rFonts w:ascii="Corbel" w:hAnsi="Corbel"/>
                <w:sz w:val="24"/>
                <w:szCs w:val="24"/>
              </w:rPr>
              <w:t>Uwarunkowania procesów migracyjnych.</w:t>
            </w:r>
          </w:p>
          <w:p w14:paraId="79B06714" w14:textId="77777777" w:rsidR="005540AC" w:rsidRDefault="005540AC" w:rsidP="37FF885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7F6F63B9" w14:textId="77777777" w:rsidR="005540AC" w:rsidRPr="00971216" w:rsidRDefault="1042CFC6" w:rsidP="37FF885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37FF885A">
              <w:rPr>
                <w:rFonts w:ascii="Corbel" w:hAnsi="Corbel"/>
                <w:sz w:val="24"/>
                <w:szCs w:val="24"/>
              </w:rPr>
              <w:t>Najważniejsze typologie migracji.</w:t>
            </w:r>
          </w:p>
          <w:p w14:paraId="6F519AFA" w14:textId="77777777" w:rsidR="005540AC" w:rsidRPr="00971216" w:rsidRDefault="005540AC" w:rsidP="37FF885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28B362E1" w14:textId="77777777" w:rsidR="005540AC" w:rsidRPr="00971216" w:rsidRDefault="1042CFC6" w:rsidP="37FF885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37FF885A">
              <w:rPr>
                <w:rFonts w:ascii="Corbel" w:hAnsi="Corbel"/>
                <w:sz w:val="24"/>
                <w:szCs w:val="24"/>
              </w:rPr>
              <w:t>Teorie badania migracji.</w:t>
            </w:r>
          </w:p>
          <w:p w14:paraId="04E52789" w14:textId="77777777" w:rsidR="005540AC" w:rsidRPr="00971216" w:rsidRDefault="005540AC" w:rsidP="37FF885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662A656B" w14:textId="77777777" w:rsidR="005540AC" w:rsidRDefault="1042CFC6" w:rsidP="37FF885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37FF885A">
              <w:rPr>
                <w:rFonts w:ascii="Corbel" w:hAnsi="Corbel"/>
                <w:sz w:val="24"/>
                <w:szCs w:val="24"/>
              </w:rPr>
              <w:t xml:space="preserve">Migracje międzynarodowe we współczesnym świecie – kierunki, zmiany, tendencje. </w:t>
            </w:r>
          </w:p>
          <w:p w14:paraId="0381B1FC" w14:textId="77777777" w:rsidR="005540AC" w:rsidRPr="00971216" w:rsidRDefault="005540AC" w:rsidP="37FF885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2195CA8B" w14:textId="77777777" w:rsidR="005540AC" w:rsidRPr="00971216" w:rsidRDefault="1042CFC6" w:rsidP="37FF885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37FF885A">
              <w:rPr>
                <w:rFonts w:ascii="Corbel" w:hAnsi="Corbel"/>
                <w:sz w:val="24"/>
                <w:szCs w:val="24"/>
              </w:rPr>
              <w:t xml:space="preserve">Uwarunkowania i konsekwencje migracji politycznych. </w:t>
            </w:r>
          </w:p>
          <w:p w14:paraId="0A88009B" w14:textId="77777777" w:rsidR="005540AC" w:rsidRPr="00971216" w:rsidRDefault="005540AC" w:rsidP="37FF885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E8BE013" w14:textId="77777777" w:rsidR="005540AC" w:rsidRPr="00971216" w:rsidRDefault="1042CFC6" w:rsidP="37FF885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37FF885A">
              <w:rPr>
                <w:rFonts w:ascii="Corbel" w:hAnsi="Corbel"/>
                <w:sz w:val="24"/>
                <w:szCs w:val="24"/>
              </w:rPr>
              <w:t xml:space="preserve">Uwarunkowania i konsekwencje migracji ekonomicznych. </w:t>
            </w:r>
          </w:p>
          <w:p w14:paraId="7720015B" w14:textId="77777777" w:rsidR="005540AC" w:rsidRPr="00971216" w:rsidRDefault="005540AC" w:rsidP="37FF885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21E0F2B3" w14:textId="11FC1924" w:rsidR="005540AC" w:rsidRPr="00971216" w:rsidRDefault="1042CFC6" w:rsidP="37FF88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2266F02">
              <w:rPr>
                <w:rFonts w:ascii="Corbel" w:hAnsi="Corbel"/>
                <w:sz w:val="24"/>
                <w:szCs w:val="24"/>
              </w:rPr>
              <w:t xml:space="preserve">Uwarunkowania i konsekwencje migracji przymusowych – kwestie związane z </w:t>
            </w:r>
            <w:r w:rsidR="0D1D759C" w:rsidRPr="02266F02">
              <w:rPr>
                <w:rFonts w:ascii="Corbel" w:hAnsi="Corbel"/>
                <w:sz w:val="24"/>
                <w:szCs w:val="24"/>
              </w:rPr>
              <w:t xml:space="preserve"> </w:t>
            </w:r>
            <w:r w:rsidRPr="02266F02">
              <w:rPr>
                <w:rFonts w:ascii="Corbel" w:hAnsi="Corbel"/>
                <w:sz w:val="24"/>
                <w:szCs w:val="24"/>
              </w:rPr>
              <w:t xml:space="preserve">uchodźstwem. </w:t>
            </w:r>
          </w:p>
          <w:p w14:paraId="4DCB9392" w14:textId="77777777" w:rsidR="005540AC" w:rsidRPr="00971216" w:rsidRDefault="005540AC" w:rsidP="37FF885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5E91A03" w14:textId="77777777" w:rsidR="005540AC" w:rsidRDefault="1042CFC6" w:rsidP="37FF885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37FF885A">
              <w:rPr>
                <w:rFonts w:ascii="Corbel" w:hAnsi="Corbel"/>
                <w:sz w:val="24"/>
                <w:szCs w:val="24"/>
              </w:rPr>
              <w:t>Nielegalne migracje oraz podstawowe zagadnienia prawne z nimi związane.</w:t>
            </w:r>
          </w:p>
          <w:p w14:paraId="2A97B3FE" w14:textId="77777777" w:rsidR="005540AC" w:rsidRPr="00971216" w:rsidRDefault="005540AC" w:rsidP="37FF885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8E0D504" w14:textId="77777777" w:rsidR="005540AC" w:rsidRPr="00971216" w:rsidRDefault="1042CFC6" w:rsidP="37FF885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37FF885A">
              <w:rPr>
                <w:rFonts w:ascii="Corbel" w:hAnsi="Corbel"/>
                <w:sz w:val="24"/>
                <w:szCs w:val="24"/>
              </w:rPr>
              <w:t>Bezpieczeństwo państwa w kontekście migracji międzynarodowych.</w:t>
            </w:r>
          </w:p>
          <w:p w14:paraId="0458C7B5" w14:textId="77777777" w:rsidR="005540AC" w:rsidRPr="00971216" w:rsidRDefault="005540AC" w:rsidP="37FF885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CF228A5" w14:textId="77777777" w:rsidR="005540AC" w:rsidRDefault="1042CFC6" w:rsidP="37FF885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37FF885A">
              <w:rPr>
                <w:rFonts w:ascii="Corbel" w:hAnsi="Corbel"/>
                <w:sz w:val="24"/>
                <w:szCs w:val="24"/>
              </w:rPr>
              <w:t xml:space="preserve">Problemy migracyjne wybranych państw i regionów świata, ze szczególnym </w:t>
            </w:r>
          </w:p>
          <w:p w14:paraId="510E1D21" w14:textId="77777777" w:rsidR="005540AC" w:rsidRPr="00971216" w:rsidRDefault="1042CFC6" w:rsidP="37FF885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37FF885A">
              <w:rPr>
                <w:rFonts w:ascii="Corbel" w:hAnsi="Corbel"/>
                <w:sz w:val="24"/>
                <w:szCs w:val="24"/>
              </w:rPr>
              <w:t>uwzględnieniem Polski oraz Unii Europejskiej.</w:t>
            </w:r>
          </w:p>
          <w:p w14:paraId="25805701" w14:textId="77777777" w:rsidR="005540AC" w:rsidRPr="00971216" w:rsidRDefault="005540AC" w:rsidP="37FF885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79676F0" w14:textId="77777777" w:rsidR="005540AC" w:rsidRPr="00971216" w:rsidRDefault="1042CFC6" w:rsidP="37FF885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37FF885A">
              <w:rPr>
                <w:rFonts w:ascii="Corbel" w:hAnsi="Corbel"/>
                <w:sz w:val="24"/>
                <w:szCs w:val="24"/>
              </w:rPr>
              <w:t xml:space="preserve">Polityki migracyjne wybranych państw Europy i świata. </w:t>
            </w:r>
          </w:p>
          <w:p w14:paraId="725DAA27" w14:textId="77777777" w:rsidR="005540AC" w:rsidRPr="00971216" w:rsidRDefault="005540AC" w:rsidP="37FF885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0E5599A0" w14:textId="77777777" w:rsidR="005540AC" w:rsidRPr="00971216" w:rsidRDefault="1042CFC6" w:rsidP="37FF885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37FF885A">
              <w:rPr>
                <w:rFonts w:ascii="Corbel" w:hAnsi="Corbel"/>
                <w:sz w:val="24"/>
                <w:szCs w:val="24"/>
              </w:rPr>
              <w:t xml:space="preserve">Współpraca międzynarodowa a rozwiązywanie problemów migracyjnych. </w:t>
            </w:r>
          </w:p>
          <w:p w14:paraId="4A1A9025" w14:textId="77777777" w:rsidR="0085747A" w:rsidRPr="009C54AE" w:rsidRDefault="0085747A" w:rsidP="37FF88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DB402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C1B58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37FF885A">
        <w:rPr>
          <w:rFonts w:ascii="Corbel" w:hAnsi="Corbel"/>
          <w:smallCaps w:val="0"/>
        </w:rPr>
        <w:t>3.4 Metody dydaktyczne</w:t>
      </w:r>
      <w:r w:rsidRPr="37FF885A">
        <w:rPr>
          <w:rFonts w:ascii="Corbel" w:hAnsi="Corbel"/>
          <w:b w:val="0"/>
          <w:smallCaps w:val="0"/>
        </w:rPr>
        <w:t xml:space="preserve"> </w:t>
      </w:r>
    </w:p>
    <w:p w14:paraId="325BAC8F" w14:textId="77777777" w:rsidR="0085747A" w:rsidRPr="00AC5001" w:rsidRDefault="0085747A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01F7BD93" w14:textId="51EE502E" w:rsidR="00E960BB" w:rsidRPr="00AC5001" w:rsidRDefault="00AC500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 xml:space="preserve">- </w:t>
      </w:r>
      <w:r w:rsidR="00043A86" w:rsidRPr="00AC5001">
        <w:rPr>
          <w:rFonts w:ascii="Corbel" w:hAnsi="Corbel"/>
          <w:b w:val="0"/>
          <w:bCs/>
          <w:smallCaps w:val="0"/>
          <w:szCs w:val="24"/>
        </w:rPr>
        <w:t xml:space="preserve">Metody podające </w:t>
      </w:r>
      <w:r w:rsidR="005C4F4D" w:rsidRPr="00AC5001">
        <w:rPr>
          <w:rFonts w:ascii="Corbel" w:hAnsi="Corbel"/>
          <w:b w:val="0"/>
          <w:bCs/>
          <w:smallCaps w:val="0"/>
          <w:szCs w:val="24"/>
        </w:rPr>
        <w:t xml:space="preserve">– </w:t>
      </w:r>
      <w:r w:rsidR="00E663D4" w:rsidRPr="00AC5001">
        <w:rPr>
          <w:rFonts w:ascii="Corbel" w:hAnsi="Corbel"/>
          <w:b w:val="0"/>
          <w:bCs/>
          <w:smallCaps w:val="0"/>
          <w:szCs w:val="24"/>
        </w:rPr>
        <w:t xml:space="preserve">wykład konwersatoryjny </w:t>
      </w:r>
      <w:r w:rsidR="005C4F4D" w:rsidRPr="00AC5001">
        <w:rPr>
          <w:rFonts w:ascii="Corbel" w:hAnsi="Corbel"/>
          <w:b w:val="0"/>
          <w:bCs/>
          <w:smallCaps w:val="0"/>
          <w:szCs w:val="24"/>
        </w:rPr>
        <w:t>z prezentacją multimedialną.</w:t>
      </w:r>
    </w:p>
    <w:p w14:paraId="53689DC2" w14:textId="57078DDD" w:rsidR="005C4F4D" w:rsidRPr="00AC5001" w:rsidRDefault="00AC500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 xml:space="preserve">- </w:t>
      </w:r>
      <w:r w:rsidR="005C4F4D" w:rsidRPr="00AC5001">
        <w:rPr>
          <w:rFonts w:ascii="Corbel" w:hAnsi="Corbel"/>
          <w:b w:val="0"/>
          <w:bCs/>
          <w:smallCaps w:val="0"/>
          <w:szCs w:val="24"/>
        </w:rPr>
        <w:t>Metody</w:t>
      </w:r>
      <w:r w:rsidR="0059191B" w:rsidRPr="00AC5001">
        <w:rPr>
          <w:rFonts w:ascii="Corbel" w:hAnsi="Corbel"/>
          <w:b w:val="0"/>
          <w:bCs/>
          <w:smallCaps w:val="0"/>
          <w:szCs w:val="24"/>
        </w:rPr>
        <w:t xml:space="preserve"> problemowe i aktywizujące </w:t>
      </w:r>
      <w:r w:rsidRPr="00AC5001">
        <w:rPr>
          <w:rFonts w:ascii="Corbel" w:hAnsi="Corbel"/>
          <w:b w:val="0"/>
          <w:bCs/>
          <w:smallCaps w:val="0"/>
          <w:szCs w:val="24"/>
        </w:rPr>
        <w:t>–</w:t>
      </w:r>
      <w:r w:rsidR="0059191B" w:rsidRPr="00AC5001">
        <w:rPr>
          <w:rFonts w:ascii="Corbel" w:hAnsi="Corbel"/>
          <w:b w:val="0"/>
          <w:bCs/>
          <w:smallCaps w:val="0"/>
          <w:szCs w:val="24"/>
        </w:rPr>
        <w:t xml:space="preserve"> </w:t>
      </w:r>
      <w:r w:rsidRPr="00AC5001">
        <w:rPr>
          <w:rFonts w:ascii="Corbel" w:hAnsi="Corbel"/>
          <w:b w:val="0"/>
          <w:bCs/>
          <w:smallCaps w:val="0"/>
          <w:szCs w:val="24"/>
        </w:rPr>
        <w:t>dyskusja dydaktyczna, analiza przypadków.</w:t>
      </w:r>
    </w:p>
    <w:p w14:paraId="183058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B9F4B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EE114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619DA3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D5286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47BC8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92E2FD1" w14:textId="77777777" w:rsidTr="37FF885A">
        <w:tc>
          <w:tcPr>
            <w:tcW w:w="1962" w:type="dxa"/>
            <w:vAlign w:val="center"/>
          </w:tcPr>
          <w:p w14:paraId="2BCD118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5260244" w14:textId="600C54F7" w:rsidR="0085747A" w:rsidRPr="009C54AE" w:rsidRDefault="00A84C85" w:rsidP="37FF8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37FF885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51DAFE41" w:rsidRPr="37FF885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4E31DA9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99AF43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7897F8B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8D72352" w14:textId="77777777" w:rsidTr="37FF885A">
        <w:tc>
          <w:tcPr>
            <w:tcW w:w="1962" w:type="dxa"/>
          </w:tcPr>
          <w:p w14:paraId="7BED57F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B538B7F" w14:textId="2CEFAD67" w:rsidR="0085747A" w:rsidRPr="00274417" w:rsidRDefault="002744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4417">
              <w:rPr>
                <w:rFonts w:ascii="Corbel" w:hAnsi="Corbel"/>
                <w:b w:val="0"/>
                <w:szCs w:val="24"/>
              </w:rPr>
              <w:t>kolo</w:t>
            </w:r>
            <w:r>
              <w:rPr>
                <w:rFonts w:ascii="Corbel" w:hAnsi="Corbel"/>
                <w:b w:val="0"/>
                <w:szCs w:val="24"/>
              </w:rPr>
              <w:t>kwium</w:t>
            </w:r>
          </w:p>
        </w:tc>
        <w:tc>
          <w:tcPr>
            <w:tcW w:w="2117" w:type="dxa"/>
          </w:tcPr>
          <w:p w14:paraId="2F1B63F9" w14:textId="16665853" w:rsidR="0085747A" w:rsidRPr="009C54AE" w:rsidRDefault="00833C9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545BD" w:rsidRPr="009C54AE" w14:paraId="48D2D42C" w14:textId="77777777" w:rsidTr="37FF885A">
        <w:tc>
          <w:tcPr>
            <w:tcW w:w="1962" w:type="dxa"/>
          </w:tcPr>
          <w:p w14:paraId="0072CECB" w14:textId="5D9B9264" w:rsidR="00D545BD" w:rsidRPr="009C54AE" w:rsidRDefault="00D545BD" w:rsidP="00D54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4F73F898" w14:textId="5C0F9B53" w:rsidR="00D545BD" w:rsidRPr="009C54AE" w:rsidRDefault="00274417" w:rsidP="00D54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4417">
              <w:rPr>
                <w:rFonts w:ascii="Corbel" w:hAnsi="Corbel"/>
                <w:b w:val="0"/>
                <w:szCs w:val="24"/>
              </w:rPr>
              <w:t>kolo</w:t>
            </w:r>
            <w:r>
              <w:rPr>
                <w:rFonts w:ascii="Corbel" w:hAnsi="Corbel"/>
                <w:b w:val="0"/>
                <w:szCs w:val="24"/>
              </w:rPr>
              <w:t>kwium</w:t>
            </w:r>
          </w:p>
        </w:tc>
        <w:tc>
          <w:tcPr>
            <w:tcW w:w="2117" w:type="dxa"/>
          </w:tcPr>
          <w:p w14:paraId="2F14B790" w14:textId="7FC27381" w:rsidR="00D545BD" w:rsidRPr="009C54AE" w:rsidRDefault="00833C99" w:rsidP="00D54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545BD" w:rsidRPr="009C54AE" w14:paraId="73C4D94C" w14:textId="77777777" w:rsidTr="37FF885A">
        <w:tc>
          <w:tcPr>
            <w:tcW w:w="1962" w:type="dxa"/>
          </w:tcPr>
          <w:p w14:paraId="3FD99681" w14:textId="023CCCA7" w:rsidR="00D545BD" w:rsidRPr="009C54AE" w:rsidRDefault="00D545BD" w:rsidP="00D54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96FB58C" w14:textId="5DC69A0A" w:rsidR="00D545BD" w:rsidRPr="009C54AE" w:rsidRDefault="00274417" w:rsidP="00D54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4417">
              <w:rPr>
                <w:rFonts w:ascii="Corbel" w:hAnsi="Corbel"/>
                <w:b w:val="0"/>
                <w:szCs w:val="24"/>
              </w:rPr>
              <w:t>kolo</w:t>
            </w:r>
            <w:r>
              <w:rPr>
                <w:rFonts w:ascii="Corbel" w:hAnsi="Corbel"/>
                <w:b w:val="0"/>
                <w:szCs w:val="24"/>
              </w:rPr>
              <w:t>kwium</w:t>
            </w:r>
          </w:p>
        </w:tc>
        <w:tc>
          <w:tcPr>
            <w:tcW w:w="2117" w:type="dxa"/>
          </w:tcPr>
          <w:p w14:paraId="6D9477CD" w14:textId="61D61EC3" w:rsidR="00D545BD" w:rsidRPr="009C54AE" w:rsidRDefault="00833C99" w:rsidP="00D54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545BD" w:rsidRPr="009C54AE" w14:paraId="39B7CBBA" w14:textId="77777777" w:rsidTr="37FF885A">
        <w:tc>
          <w:tcPr>
            <w:tcW w:w="1962" w:type="dxa"/>
          </w:tcPr>
          <w:p w14:paraId="3AB47225" w14:textId="6BE8C206" w:rsidR="00D545BD" w:rsidRPr="009C54AE" w:rsidRDefault="00D545BD" w:rsidP="00D54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378BC0AC" w14:textId="4913D40B" w:rsidR="00D545BD" w:rsidRPr="009C54AE" w:rsidRDefault="00274417" w:rsidP="00D54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76B480D" w14:textId="6E670544" w:rsidR="00D545BD" w:rsidRPr="009C54AE" w:rsidRDefault="00833C99" w:rsidP="00D54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545BD" w:rsidRPr="009C54AE" w14:paraId="57B34FB9" w14:textId="77777777" w:rsidTr="37FF885A">
        <w:tc>
          <w:tcPr>
            <w:tcW w:w="1962" w:type="dxa"/>
          </w:tcPr>
          <w:p w14:paraId="007E683D" w14:textId="4CD671E7" w:rsidR="00D545BD" w:rsidRPr="009C54AE" w:rsidRDefault="00D545BD" w:rsidP="00D54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0C718E42" w14:textId="6A281F4B" w:rsidR="00D545BD" w:rsidRPr="009C54AE" w:rsidRDefault="00274417" w:rsidP="00D54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B6B1FE3" w14:textId="0141E729" w:rsidR="00D545BD" w:rsidRPr="009C54AE" w:rsidRDefault="00833C99" w:rsidP="00D54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5B22730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A4961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C1F889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D19E08" w14:textId="77777777" w:rsidTr="37FF885A">
        <w:tc>
          <w:tcPr>
            <w:tcW w:w="9670" w:type="dxa"/>
          </w:tcPr>
          <w:p w14:paraId="3C6F31AD" w14:textId="254EBE52" w:rsidR="0085747A" w:rsidRPr="009C54AE" w:rsidRDefault="00A07A69" w:rsidP="37FF8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FF885A">
              <w:rPr>
                <w:rFonts w:ascii="Corbel" w:hAnsi="Corbel"/>
                <w:b w:val="0"/>
                <w:smallCaps w:val="0"/>
              </w:rPr>
              <w:t>Aktywność w trakcie zajęć oraz zaliczenie kolokwium</w:t>
            </w:r>
          </w:p>
        </w:tc>
      </w:tr>
    </w:tbl>
    <w:p w14:paraId="54A846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AF86F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6D9DA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BE909BF" w14:textId="77777777" w:rsidTr="37FF885A">
        <w:tc>
          <w:tcPr>
            <w:tcW w:w="4962" w:type="dxa"/>
            <w:vAlign w:val="center"/>
          </w:tcPr>
          <w:p w14:paraId="0E8DCA4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097000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37974FB" w14:textId="77777777" w:rsidTr="37FF885A">
        <w:tc>
          <w:tcPr>
            <w:tcW w:w="4962" w:type="dxa"/>
          </w:tcPr>
          <w:p w14:paraId="6627D24E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7FF885A">
              <w:rPr>
                <w:rFonts w:ascii="Corbel" w:hAnsi="Corbel"/>
                <w:sz w:val="24"/>
                <w:szCs w:val="24"/>
              </w:rPr>
              <w:t>G</w:t>
            </w:r>
            <w:r w:rsidR="0085747A" w:rsidRPr="37FF885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37FF885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37FF885A">
              <w:rPr>
                <w:rFonts w:ascii="Corbel" w:hAnsi="Corbel"/>
                <w:sz w:val="24"/>
                <w:szCs w:val="24"/>
              </w:rPr>
              <w:t xml:space="preserve"> w</w:t>
            </w:r>
            <w:r w:rsidRPr="37FF885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37FF885A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37FF885A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37FF885A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491D362F" w:rsidRPr="37FF885A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37FF885A">
              <w:rPr>
                <w:rFonts w:ascii="Corbel" w:hAnsi="Corbel"/>
                <w:sz w:val="24"/>
                <w:szCs w:val="24"/>
              </w:rPr>
              <w:t xml:space="preserve"> </w:t>
            </w:r>
            <w:r w:rsidRPr="37FF885A">
              <w:rPr>
                <w:rFonts w:ascii="Corbel" w:hAnsi="Corbel"/>
                <w:sz w:val="24"/>
                <w:szCs w:val="24"/>
              </w:rPr>
              <w:t>studiów</w:t>
            </w:r>
            <w:r w:rsidR="491D362F" w:rsidRPr="37FF885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0BBE629" w14:textId="22497A7D" w:rsidR="0085747A" w:rsidRPr="009C54AE" w:rsidRDefault="00BE42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A07A6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1E852837" w14:textId="77777777" w:rsidTr="37FF885A">
        <w:tc>
          <w:tcPr>
            <w:tcW w:w="4962" w:type="dxa"/>
          </w:tcPr>
          <w:p w14:paraId="4589A2F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3DB92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6F48AFE" w14:textId="0F1E7A3E" w:rsidR="00C61DC5" w:rsidRPr="009C54AE" w:rsidRDefault="00A07A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192CB8E6" w14:textId="77777777" w:rsidTr="37FF885A">
        <w:tc>
          <w:tcPr>
            <w:tcW w:w="4962" w:type="dxa"/>
          </w:tcPr>
          <w:p w14:paraId="756475D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A0A556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97A7022" w14:textId="58A768CE" w:rsidR="00C61DC5" w:rsidRPr="009C54AE" w:rsidRDefault="00BE42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A07A6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14789C00" w14:textId="77777777" w:rsidTr="37FF885A">
        <w:tc>
          <w:tcPr>
            <w:tcW w:w="4962" w:type="dxa"/>
          </w:tcPr>
          <w:p w14:paraId="63BDFC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A846739" w14:textId="5DB6D955" w:rsidR="0085747A" w:rsidRPr="009C54AE" w:rsidRDefault="00A07A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1FB1DE8" w14:textId="77777777" w:rsidTr="37FF885A">
        <w:tc>
          <w:tcPr>
            <w:tcW w:w="4962" w:type="dxa"/>
          </w:tcPr>
          <w:p w14:paraId="7205588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214905" w14:textId="1F445EC3" w:rsidR="0085747A" w:rsidRPr="009C54AE" w:rsidRDefault="00A07A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9B725F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3983E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84F2E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E68640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2BB05A6" w14:textId="77777777" w:rsidTr="37FF885A">
        <w:trPr>
          <w:trHeight w:val="397"/>
        </w:trPr>
        <w:tc>
          <w:tcPr>
            <w:tcW w:w="3544" w:type="dxa"/>
          </w:tcPr>
          <w:p w14:paraId="15D29A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B7BAD7A" w14:textId="761DAB7E" w:rsidR="0085747A" w:rsidRPr="009C54AE" w:rsidRDefault="56843751" w:rsidP="37FF8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7FF885A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149307CB" w14:textId="77777777" w:rsidTr="37FF885A">
        <w:trPr>
          <w:trHeight w:val="397"/>
        </w:trPr>
        <w:tc>
          <w:tcPr>
            <w:tcW w:w="3544" w:type="dxa"/>
          </w:tcPr>
          <w:p w14:paraId="3BD493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529EDC2" w14:textId="2D3D48FC" w:rsidR="0085747A" w:rsidRPr="009C54AE" w:rsidRDefault="0EA60089" w:rsidP="37FF8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FF885A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679EA1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B32CD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3CCF4E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49BFCE7" w14:textId="77777777" w:rsidTr="37FF885A">
        <w:trPr>
          <w:trHeight w:val="397"/>
        </w:trPr>
        <w:tc>
          <w:tcPr>
            <w:tcW w:w="7513" w:type="dxa"/>
          </w:tcPr>
          <w:p w14:paraId="6E16B611" w14:textId="77777777" w:rsidR="0085747A" w:rsidRDefault="0085747A" w:rsidP="37FF885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37FF885A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133F1488" w14:textId="275641B3" w:rsidR="37FF885A" w:rsidRDefault="37FF885A" w:rsidP="37FF885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3AB84A0" w14:textId="77777777" w:rsidR="00DE33E9" w:rsidRDefault="00B12F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proofErr w:type="spellStart"/>
            <w:r w:rsidRPr="00B12F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Castles</w:t>
            </w:r>
            <w:proofErr w:type="spellEnd"/>
            <w:r w:rsidRPr="00B12F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Miller M.J., Migracje we współczesnym świecie, PWN, Warszawa, 2011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442E47A" w14:textId="148E7640" w:rsidR="00573613" w:rsidRDefault="00B12F14" w:rsidP="00573613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="00573613" w:rsidRPr="00B12F1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Okólski M., Lesińska M., 25 wykładów o migracjach, SCHOLAR, Warszawa, 2018</w:t>
            </w:r>
            <w:r w:rsidR="005736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58DB0001" w14:textId="25440BF7" w:rsidR="00B12F14" w:rsidRPr="009C54AE" w:rsidRDefault="00B12F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728E683" w14:textId="77777777" w:rsidTr="37FF885A">
        <w:trPr>
          <w:trHeight w:val="397"/>
        </w:trPr>
        <w:tc>
          <w:tcPr>
            <w:tcW w:w="7513" w:type="dxa"/>
          </w:tcPr>
          <w:p w14:paraId="1B2BB59D" w14:textId="77777777" w:rsidR="0085747A" w:rsidRDefault="0085747A" w:rsidP="37FF885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37FF885A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5BEA899C" w14:textId="4325A123" w:rsidR="37FF885A" w:rsidRDefault="37FF885A" w:rsidP="37FF885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241369E6" w14:textId="015989DC" w:rsidR="009F3C05" w:rsidRDefault="009F3C05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 xml:space="preserve">- </w:t>
            </w:r>
            <w:r w:rsidRPr="009F3C0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Małachowski W., Migracje we współczesnym świecie. Implikacje dla Polski, </w:t>
            </w:r>
            <w:r w:rsidR="008413C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OW SGH, </w:t>
            </w:r>
            <w:r w:rsidRPr="009F3C0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Warszawa, 2010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61E0874B" w14:textId="77777777" w:rsidR="0051670F" w:rsidRDefault="00423910" w:rsidP="0051670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- </w:t>
            </w:r>
            <w:proofErr w:type="spellStart"/>
            <w:r w:rsidRPr="0042391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Nakonieczna</w:t>
            </w:r>
            <w:proofErr w:type="spellEnd"/>
            <w:r w:rsidRPr="0042391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J., Migracje międzynarodowe, a rozwój państwa, SCHOLAR, Warszawa, 2007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4F422241" w14:textId="72A4FCF4" w:rsidR="00B12F14" w:rsidRPr="00B12F14" w:rsidRDefault="0A194D0F" w:rsidP="37FF8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7FF885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- </w:t>
            </w:r>
            <w:r w:rsidR="23271B22" w:rsidRPr="37FF885A">
              <w:rPr>
                <w:rFonts w:ascii="Corbel" w:hAnsi="Corbel"/>
                <w:b w:val="0"/>
                <w:smallCaps w:val="0"/>
                <w:color w:val="000000" w:themeColor="text1"/>
              </w:rPr>
              <w:t>Matyja R., Siewierska-</w:t>
            </w:r>
            <w:proofErr w:type="spellStart"/>
            <w:r w:rsidR="23271B22" w:rsidRPr="37FF885A">
              <w:rPr>
                <w:rFonts w:ascii="Corbel" w:hAnsi="Corbel"/>
                <w:b w:val="0"/>
                <w:smallCaps w:val="0"/>
                <w:color w:val="000000" w:themeColor="text1"/>
              </w:rPr>
              <w:t>Chmaj</w:t>
            </w:r>
            <w:proofErr w:type="spellEnd"/>
            <w:r w:rsidR="23271B22" w:rsidRPr="37FF885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Pędziwiatr K.</w:t>
            </w:r>
            <w:r w:rsidR="6773C29E" w:rsidRPr="37FF885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Polska polityka migracyjna. W poszukiwaniu nowego modelu, </w:t>
            </w:r>
            <w:r w:rsidR="6247620B" w:rsidRPr="37FF885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WUW, Warszawa </w:t>
            </w:r>
            <w:r w:rsidR="70DDF52A" w:rsidRPr="37FF885A">
              <w:rPr>
                <w:rFonts w:ascii="Corbel" w:hAnsi="Corbel"/>
                <w:b w:val="0"/>
                <w:smallCaps w:val="0"/>
                <w:color w:val="000000" w:themeColor="text1"/>
              </w:rPr>
              <w:t>2015.</w:t>
            </w:r>
          </w:p>
        </w:tc>
      </w:tr>
    </w:tbl>
    <w:p w14:paraId="372013B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A060E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B2D5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9F30B" w14:textId="77777777" w:rsidR="006D07F1" w:rsidRDefault="006D07F1" w:rsidP="00C16ABF">
      <w:pPr>
        <w:spacing w:after="0" w:line="240" w:lineRule="auto"/>
      </w:pPr>
      <w:r>
        <w:separator/>
      </w:r>
    </w:p>
  </w:endnote>
  <w:endnote w:type="continuationSeparator" w:id="0">
    <w:p w14:paraId="7B49E417" w14:textId="77777777" w:rsidR="006D07F1" w:rsidRDefault="006D07F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E2A83" w14:textId="77777777" w:rsidR="006D07F1" w:rsidRDefault="006D07F1" w:rsidP="00C16ABF">
      <w:pPr>
        <w:spacing w:after="0" w:line="240" w:lineRule="auto"/>
      </w:pPr>
      <w:r>
        <w:separator/>
      </w:r>
    </w:p>
  </w:footnote>
  <w:footnote w:type="continuationSeparator" w:id="0">
    <w:p w14:paraId="23BF7F7C" w14:textId="77777777" w:rsidR="006D07F1" w:rsidRDefault="006D07F1" w:rsidP="00C16ABF">
      <w:pPr>
        <w:spacing w:after="0" w:line="240" w:lineRule="auto"/>
      </w:pPr>
      <w:r>
        <w:continuationSeparator/>
      </w:r>
    </w:p>
  </w:footnote>
  <w:footnote w:id="1">
    <w:p w14:paraId="161DD02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611691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3A86"/>
    <w:rsid w:val="00044C82"/>
    <w:rsid w:val="0005405E"/>
    <w:rsid w:val="00070ED6"/>
    <w:rsid w:val="000742DC"/>
    <w:rsid w:val="00074EF4"/>
    <w:rsid w:val="00084C12"/>
    <w:rsid w:val="0009462C"/>
    <w:rsid w:val="00094B12"/>
    <w:rsid w:val="00096C46"/>
    <w:rsid w:val="00097420"/>
    <w:rsid w:val="000A296F"/>
    <w:rsid w:val="000A2A28"/>
    <w:rsid w:val="000A6777"/>
    <w:rsid w:val="000B192D"/>
    <w:rsid w:val="000B28EE"/>
    <w:rsid w:val="000B3E37"/>
    <w:rsid w:val="000C4C85"/>
    <w:rsid w:val="000D04B0"/>
    <w:rsid w:val="000D4A58"/>
    <w:rsid w:val="000D4F27"/>
    <w:rsid w:val="000F1C57"/>
    <w:rsid w:val="000F5615"/>
    <w:rsid w:val="00123A9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559"/>
    <w:rsid w:val="00166A03"/>
    <w:rsid w:val="001718A7"/>
    <w:rsid w:val="001737CF"/>
    <w:rsid w:val="00176083"/>
    <w:rsid w:val="001770C7"/>
    <w:rsid w:val="00192F37"/>
    <w:rsid w:val="00195DF0"/>
    <w:rsid w:val="001A70D2"/>
    <w:rsid w:val="001D657B"/>
    <w:rsid w:val="001D745B"/>
    <w:rsid w:val="001D7B54"/>
    <w:rsid w:val="001E0209"/>
    <w:rsid w:val="001F2CA2"/>
    <w:rsid w:val="001F650F"/>
    <w:rsid w:val="002059CA"/>
    <w:rsid w:val="002064B3"/>
    <w:rsid w:val="002144C0"/>
    <w:rsid w:val="0022477D"/>
    <w:rsid w:val="002278A9"/>
    <w:rsid w:val="002336F9"/>
    <w:rsid w:val="0024028F"/>
    <w:rsid w:val="0024121F"/>
    <w:rsid w:val="002426D9"/>
    <w:rsid w:val="00244ABC"/>
    <w:rsid w:val="00253762"/>
    <w:rsid w:val="0027441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3D18"/>
    <w:rsid w:val="00305C92"/>
    <w:rsid w:val="003151C5"/>
    <w:rsid w:val="00322FDF"/>
    <w:rsid w:val="00332E4A"/>
    <w:rsid w:val="003343CF"/>
    <w:rsid w:val="00346FE9"/>
    <w:rsid w:val="0034759A"/>
    <w:rsid w:val="00350354"/>
    <w:rsid w:val="003503F6"/>
    <w:rsid w:val="003530DD"/>
    <w:rsid w:val="00363F78"/>
    <w:rsid w:val="003660E6"/>
    <w:rsid w:val="0038137E"/>
    <w:rsid w:val="003940F4"/>
    <w:rsid w:val="003A0A5B"/>
    <w:rsid w:val="003A1176"/>
    <w:rsid w:val="003C0BAE"/>
    <w:rsid w:val="003D18A9"/>
    <w:rsid w:val="003D4E53"/>
    <w:rsid w:val="003D4E73"/>
    <w:rsid w:val="003D6CE2"/>
    <w:rsid w:val="003E1941"/>
    <w:rsid w:val="003E2FE6"/>
    <w:rsid w:val="003E49D5"/>
    <w:rsid w:val="003F287E"/>
    <w:rsid w:val="003F38C0"/>
    <w:rsid w:val="00414E3C"/>
    <w:rsid w:val="0042244A"/>
    <w:rsid w:val="00423910"/>
    <w:rsid w:val="0042745A"/>
    <w:rsid w:val="00431D5C"/>
    <w:rsid w:val="004362C6"/>
    <w:rsid w:val="00437FA2"/>
    <w:rsid w:val="00445970"/>
    <w:rsid w:val="00451F82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256"/>
    <w:rsid w:val="004A3EEA"/>
    <w:rsid w:val="004A4D1F"/>
    <w:rsid w:val="004B3771"/>
    <w:rsid w:val="004D5282"/>
    <w:rsid w:val="004F1551"/>
    <w:rsid w:val="004F55A3"/>
    <w:rsid w:val="0050496F"/>
    <w:rsid w:val="00513B6F"/>
    <w:rsid w:val="0051670F"/>
    <w:rsid w:val="00517C63"/>
    <w:rsid w:val="005363C4"/>
    <w:rsid w:val="00536BDE"/>
    <w:rsid w:val="00543ACC"/>
    <w:rsid w:val="00545841"/>
    <w:rsid w:val="005540AC"/>
    <w:rsid w:val="0056696D"/>
    <w:rsid w:val="00573613"/>
    <w:rsid w:val="0059191B"/>
    <w:rsid w:val="0059484D"/>
    <w:rsid w:val="005A0855"/>
    <w:rsid w:val="005A3196"/>
    <w:rsid w:val="005C080F"/>
    <w:rsid w:val="005C4F4D"/>
    <w:rsid w:val="005C55E5"/>
    <w:rsid w:val="005C696A"/>
    <w:rsid w:val="005E6E85"/>
    <w:rsid w:val="005F31D2"/>
    <w:rsid w:val="0061029B"/>
    <w:rsid w:val="0061519E"/>
    <w:rsid w:val="00617230"/>
    <w:rsid w:val="0061764A"/>
    <w:rsid w:val="00621CE1"/>
    <w:rsid w:val="0062374C"/>
    <w:rsid w:val="00627FC9"/>
    <w:rsid w:val="00647109"/>
    <w:rsid w:val="00647FA8"/>
    <w:rsid w:val="00650C5F"/>
    <w:rsid w:val="00654934"/>
    <w:rsid w:val="006620D9"/>
    <w:rsid w:val="00671958"/>
    <w:rsid w:val="00675843"/>
    <w:rsid w:val="00696477"/>
    <w:rsid w:val="006C1954"/>
    <w:rsid w:val="006D050F"/>
    <w:rsid w:val="006D07F1"/>
    <w:rsid w:val="006D6139"/>
    <w:rsid w:val="006E1A6F"/>
    <w:rsid w:val="006E5D65"/>
    <w:rsid w:val="006F1282"/>
    <w:rsid w:val="006F1FBC"/>
    <w:rsid w:val="006F31E2"/>
    <w:rsid w:val="007027A6"/>
    <w:rsid w:val="00706544"/>
    <w:rsid w:val="007072BA"/>
    <w:rsid w:val="007143D9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4F9"/>
    <w:rsid w:val="0078168C"/>
    <w:rsid w:val="00787C2A"/>
    <w:rsid w:val="00790E27"/>
    <w:rsid w:val="007A4022"/>
    <w:rsid w:val="007A6E6E"/>
    <w:rsid w:val="007B7781"/>
    <w:rsid w:val="007C29F2"/>
    <w:rsid w:val="007C3299"/>
    <w:rsid w:val="007C3BCC"/>
    <w:rsid w:val="007C4211"/>
    <w:rsid w:val="007C4546"/>
    <w:rsid w:val="007D6E56"/>
    <w:rsid w:val="007F1652"/>
    <w:rsid w:val="007F4155"/>
    <w:rsid w:val="008050D8"/>
    <w:rsid w:val="0081554D"/>
    <w:rsid w:val="0081707E"/>
    <w:rsid w:val="00833C99"/>
    <w:rsid w:val="008413C7"/>
    <w:rsid w:val="008449B3"/>
    <w:rsid w:val="00847D08"/>
    <w:rsid w:val="0085747A"/>
    <w:rsid w:val="00870915"/>
    <w:rsid w:val="00884922"/>
    <w:rsid w:val="00885F64"/>
    <w:rsid w:val="008907D1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509"/>
    <w:rsid w:val="00954A07"/>
    <w:rsid w:val="00971216"/>
    <w:rsid w:val="009922F6"/>
    <w:rsid w:val="00997F14"/>
    <w:rsid w:val="009A78D9"/>
    <w:rsid w:val="009B40A9"/>
    <w:rsid w:val="009B5F0D"/>
    <w:rsid w:val="009C1331"/>
    <w:rsid w:val="009C3E31"/>
    <w:rsid w:val="009C54AE"/>
    <w:rsid w:val="009C788E"/>
    <w:rsid w:val="009E3B41"/>
    <w:rsid w:val="009E783F"/>
    <w:rsid w:val="009F3C05"/>
    <w:rsid w:val="009F3C5C"/>
    <w:rsid w:val="009F4109"/>
    <w:rsid w:val="009F4610"/>
    <w:rsid w:val="009F5741"/>
    <w:rsid w:val="00A00ECC"/>
    <w:rsid w:val="00A07A6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919"/>
    <w:rsid w:val="00A84375"/>
    <w:rsid w:val="00A84C85"/>
    <w:rsid w:val="00A9264E"/>
    <w:rsid w:val="00A94812"/>
    <w:rsid w:val="00A95C4A"/>
    <w:rsid w:val="00A97DE1"/>
    <w:rsid w:val="00AA112B"/>
    <w:rsid w:val="00AB053C"/>
    <w:rsid w:val="00AC5001"/>
    <w:rsid w:val="00AD1146"/>
    <w:rsid w:val="00AD27D3"/>
    <w:rsid w:val="00AD66D6"/>
    <w:rsid w:val="00AE1160"/>
    <w:rsid w:val="00AE203C"/>
    <w:rsid w:val="00AE2E74"/>
    <w:rsid w:val="00AE43A8"/>
    <w:rsid w:val="00AE5FCB"/>
    <w:rsid w:val="00AF2C1E"/>
    <w:rsid w:val="00AF5C0B"/>
    <w:rsid w:val="00AF5D5E"/>
    <w:rsid w:val="00B06142"/>
    <w:rsid w:val="00B12F14"/>
    <w:rsid w:val="00B135B1"/>
    <w:rsid w:val="00B27378"/>
    <w:rsid w:val="00B3130B"/>
    <w:rsid w:val="00B3626D"/>
    <w:rsid w:val="00B40ADB"/>
    <w:rsid w:val="00B43B77"/>
    <w:rsid w:val="00B43E80"/>
    <w:rsid w:val="00B47080"/>
    <w:rsid w:val="00B607DB"/>
    <w:rsid w:val="00B66529"/>
    <w:rsid w:val="00B75946"/>
    <w:rsid w:val="00B8056E"/>
    <w:rsid w:val="00B819C8"/>
    <w:rsid w:val="00B82308"/>
    <w:rsid w:val="00B90885"/>
    <w:rsid w:val="00BB520A"/>
    <w:rsid w:val="00BD1EBA"/>
    <w:rsid w:val="00BD3869"/>
    <w:rsid w:val="00BD66E9"/>
    <w:rsid w:val="00BD6FF4"/>
    <w:rsid w:val="00BE422A"/>
    <w:rsid w:val="00BF2C41"/>
    <w:rsid w:val="00C000D4"/>
    <w:rsid w:val="00C058B4"/>
    <w:rsid w:val="00C05F44"/>
    <w:rsid w:val="00C131B5"/>
    <w:rsid w:val="00C16ABF"/>
    <w:rsid w:val="00C170AE"/>
    <w:rsid w:val="00C23999"/>
    <w:rsid w:val="00C2596B"/>
    <w:rsid w:val="00C26CB7"/>
    <w:rsid w:val="00C324C1"/>
    <w:rsid w:val="00C36992"/>
    <w:rsid w:val="00C43F7B"/>
    <w:rsid w:val="00C56036"/>
    <w:rsid w:val="00C61DC5"/>
    <w:rsid w:val="00C655FD"/>
    <w:rsid w:val="00C67E92"/>
    <w:rsid w:val="00C70A26"/>
    <w:rsid w:val="00C766DF"/>
    <w:rsid w:val="00C94B98"/>
    <w:rsid w:val="00CA0828"/>
    <w:rsid w:val="00CA2B96"/>
    <w:rsid w:val="00CA5089"/>
    <w:rsid w:val="00CB4E29"/>
    <w:rsid w:val="00CD6897"/>
    <w:rsid w:val="00CE2327"/>
    <w:rsid w:val="00CE4201"/>
    <w:rsid w:val="00CE4AC0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E0D"/>
    <w:rsid w:val="00D545BD"/>
    <w:rsid w:val="00D552B2"/>
    <w:rsid w:val="00D608D1"/>
    <w:rsid w:val="00D74119"/>
    <w:rsid w:val="00D8075B"/>
    <w:rsid w:val="00D8678B"/>
    <w:rsid w:val="00DA2114"/>
    <w:rsid w:val="00DA385A"/>
    <w:rsid w:val="00DE09C0"/>
    <w:rsid w:val="00DE33E9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38AC"/>
    <w:rsid w:val="00E663D4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A2F"/>
    <w:rsid w:val="00EE32DE"/>
    <w:rsid w:val="00EE5457"/>
    <w:rsid w:val="00F02AEB"/>
    <w:rsid w:val="00F070AB"/>
    <w:rsid w:val="00F17567"/>
    <w:rsid w:val="00F27A7B"/>
    <w:rsid w:val="00F526AF"/>
    <w:rsid w:val="00F617C3"/>
    <w:rsid w:val="00F7066B"/>
    <w:rsid w:val="00F83B28"/>
    <w:rsid w:val="00F95785"/>
    <w:rsid w:val="00FA46E5"/>
    <w:rsid w:val="00FB41CA"/>
    <w:rsid w:val="00FB7DBA"/>
    <w:rsid w:val="00FC1C25"/>
    <w:rsid w:val="00FC3F45"/>
    <w:rsid w:val="00FD14A5"/>
    <w:rsid w:val="00FD503F"/>
    <w:rsid w:val="00FD7589"/>
    <w:rsid w:val="00FF016A"/>
    <w:rsid w:val="00FF078C"/>
    <w:rsid w:val="00FF1401"/>
    <w:rsid w:val="00FF5E7D"/>
    <w:rsid w:val="02266F02"/>
    <w:rsid w:val="080ED579"/>
    <w:rsid w:val="0A194D0F"/>
    <w:rsid w:val="0BA62F42"/>
    <w:rsid w:val="0D1D759C"/>
    <w:rsid w:val="0EA60089"/>
    <w:rsid w:val="103F5C03"/>
    <w:rsid w:val="1042CFC6"/>
    <w:rsid w:val="122A6ECC"/>
    <w:rsid w:val="13EE6865"/>
    <w:rsid w:val="154C3270"/>
    <w:rsid w:val="18846B88"/>
    <w:rsid w:val="1D83B827"/>
    <w:rsid w:val="230AAAC5"/>
    <w:rsid w:val="23271B22"/>
    <w:rsid w:val="2B4A72E2"/>
    <w:rsid w:val="2BEB9809"/>
    <w:rsid w:val="327FD410"/>
    <w:rsid w:val="34CB4081"/>
    <w:rsid w:val="37BB2509"/>
    <w:rsid w:val="37FF885A"/>
    <w:rsid w:val="38623852"/>
    <w:rsid w:val="38AF834E"/>
    <w:rsid w:val="3E22246D"/>
    <w:rsid w:val="4528233A"/>
    <w:rsid w:val="48175353"/>
    <w:rsid w:val="491D362F"/>
    <w:rsid w:val="4CC6CB13"/>
    <w:rsid w:val="4EC8EFBA"/>
    <w:rsid w:val="50B4FB94"/>
    <w:rsid w:val="51DAFE41"/>
    <w:rsid w:val="5302C0A3"/>
    <w:rsid w:val="54E2F455"/>
    <w:rsid w:val="55876D4A"/>
    <w:rsid w:val="56843751"/>
    <w:rsid w:val="5835A8DA"/>
    <w:rsid w:val="59C17AA6"/>
    <w:rsid w:val="5E58293A"/>
    <w:rsid w:val="6247620B"/>
    <w:rsid w:val="6270D6FF"/>
    <w:rsid w:val="65A5A148"/>
    <w:rsid w:val="6666C4DA"/>
    <w:rsid w:val="6773C29E"/>
    <w:rsid w:val="6838A667"/>
    <w:rsid w:val="68E47D13"/>
    <w:rsid w:val="6F7A94FB"/>
    <w:rsid w:val="70DDF52A"/>
    <w:rsid w:val="7750FD42"/>
    <w:rsid w:val="7826E354"/>
    <w:rsid w:val="7852936F"/>
    <w:rsid w:val="79207F16"/>
    <w:rsid w:val="7D0877A5"/>
    <w:rsid w:val="7F6D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F77DA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5D098-6DE1-4B00-AED6-385910BC3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849</Words>
  <Characters>5098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10</cp:revision>
  <cp:lastPrinted>2019-02-06T12:12:00Z</cp:lastPrinted>
  <dcterms:created xsi:type="dcterms:W3CDTF">2021-12-08T16:04:00Z</dcterms:created>
  <dcterms:modified xsi:type="dcterms:W3CDTF">2025-11-15T00:14:00Z</dcterms:modified>
</cp:coreProperties>
</file>